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67" w:rsidRPr="00FF403E" w:rsidRDefault="00494E67" w:rsidP="001B7645">
      <w:pPr>
        <w:rPr>
          <w:b/>
          <w:i/>
          <w:sz w:val="36"/>
          <w:szCs w:val="36"/>
        </w:rPr>
      </w:pPr>
      <w:bookmarkStart w:id="0" w:name="_GoBack"/>
      <w:r w:rsidRPr="00FF403E">
        <w:rPr>
          <w:b/>
          <w:i/>
          <w:sz w:val="36"/>
          <w:szCs w:val="36"/>
        </w:rPr>
        <w:t>Thermodynamics:</w:t>
      </w:r>
    </w:p>
    <w:bookmarkEnd w:id="0"/>
    <w:p w:rsidR="00494E67" w:rsidRDefault="00494E67" w:rsidP="001B7645">
      <w:r>
        <w:t>Use nested Styrofoam cups as your calorimeter. We will treat the Styrofoam like it loses no heat but we know it does lose heat.</w:t>
      </w:r>
    </w:p>
    <w:p w:rsidR="001B7645" w:rsidRDefault="001B7645" w:rsidP="001B7645">
      <w:r>
        <w:t>Section 1</w:t>
      </w:r>
    </w:p>
    <w:p w:rsidR="001B7645" w:rsidRDefault="001B7645" w:rsidP="00494E67">
      <w:pPr>
        <w:ind w:left="360" w:hanging="360"/>
      </w:pPr>
      <w:r>
        <w:t xml:space="preserve">1.  Derive a formula for finding </w:t>
      </w:r>
      <w:proofErr w:type="gramStart"/>
      <w:r>
        <w:t>L</w:t>
      </w:r>
      <w:r w:rsidRPr="00494E67">
        <w:rPr>
          <w:vertAlign w:val="subscript"/>
        </w:rPr>
        <w:t>f</w:t>
      </w:r>
      <w:r w:rsidR="00494E67">
        <w:rPr>
          <w:vertAlign w:val="subscript"/>
        </w:rPr>
        <w:t xml:space="preserve"> </w:t>
      </w:r>
      <w:r>
        <w:t xml:space="preserve"> for</w:t>
      </w:r>
      <w:proofErr w:type="gramEnd"/>
      <w:r>
        <w:t xml:space="preserve"> a known quantity of ice.</w:t>
      </w:r>
    </w:p>
    <w:p w:rsidR="001B7645" w:rsidRDefault="001B7645" w:rsidP="00494E67">
      <w:pPr>
        <w:ind w:left="360" w:hanging="360"/>
      </w:pPr>
      <w:r>
        <w:t>2.  Develop an experiment to determine the heat of fusion of ice using the formula you derived</w:t>
      </w:r>
      <w:r w:rsidR="00494E67">
        <w:t xml:space="preserve"> </w:t>
      </w:r>
      <w:r>
        <w:t>for number 1 and using the materials listed above.</w:t>
      </w:r>
      <w:r w:rsidR="00494E67">
        <w:t xml:space="preserve"> Write a numbered procedure.</w:t>
      </w:r>
    </w:p>
    <w:p w:rsidR="001B7645" w:rsidRDefault="001B7645" w:rsidP="00494E67">
      <w:pPr>
        <w:ind w:left="360" w:hanging="360"/>
      </w:pPr>
      <w:r>
        <w:t>3.  Using the procedure you developed in step 2, find the heat of fusion for your sample of ice</w:t>
      </w:r>
      <w:r w:rsidR="00494E67">
        <w:t xml:space="preserve"> </w:t>
      </w:r>
      <w:r>
        <w:t>and compare with the known value.</w:t>
      </w:r>
    </w:p>
    <w:p w:rsidR="001B7645" w:rsidRDefault="001B7645" w:rsidP="001B7645"/>
    <w:p w:rsidR="001B7645" w:rsidRDefault="001B7645" w:rsidP="001B7645">
      <w:r>
        <w:t xml:space="preserve">1.  Derive a </w:t>
      </w:r>
      <w:r w:rsidR="00494E67">
        <w:t>formula</w:t>
      </w:r>
      <w:r>
        <w:t xml:space="preserve"> for finding </w:t>
      </w:r>
      <w:proofErr w:type="spellStart"/>
      <w:proofErr w:type="gramStart"/>
      <w:r>
        <w:t>L</w:t>
      </w:r>
      <w:r w:rsidRPr="00494E67">
        <w:rPr>
          <w:vertAlign w:val="subscript"/>
        </w:rPr>
        <w:t>v</w:t>
      </w:r>
      <w:proofErr w:type="spellEnd"/>
      <w:r w:rsidR="00494E67">
        <w:rPr>
          <w:vertAlign w:val="subscript"/>
        </w:rPr>
        <w:t xml:space="preserve"> </w:t>
      </w:r>
      <w:r>
        <w:t xml:space="preserve"> for</w:t>
      </w:r>
      <w:proofErr w:type="gramEnd"/>
      <w:r>
        <w:t xml:space="preserve"> steam.  Remember the transition from steam to water heat</w:t>
      </w:r>
      <w:r w:rsidR="00494E67">
        <w:t xml:space="preserve"> </w:t>
      </w:r>
      <w:r>
        <w:t>Q= -</w:t>
      </w:r>
      <w:proofErr w:type="spellStart"/>
      <w:r>
        <w:t>mL</w:t>
      </w:r>
      <w:r w:rsidRPr="00494E67">
        <w:rPr>
          <w:vertAlign w:val="subscript"/>
        </w:rPr>
        <w:t>v</w:t>
      </w:r>
      <w:proofErr w:type="spellEnd"/>
      <w:r w:rsidR="00494E67">
        <w:t xml:space="preserve"> </w:t>
      </w:r>
      <w:r>
        <w:t>because heat is leaving the system.</w:t>
      </w:r>
    </w:p>
    <w:p w:rsidR="001B7645" w:rsidRDefault="001B7645" w:rsidP="001B7645">
      <w:r>
        <w:t>2.  Determine the heat of vaporization for water</w:t>
      </w:r>
    </w:p>
    <w:p w:rsidR="001B7645" w:rsidRDefault="001B7645" w:rsidP="001B7645">
      <w:r>
        <w:t>a. Weigh the calorimeter and water before and after adding the steam to get the mass of</w:t>
      </w:r>
      <w:r w:rsidR="00494E67">
        <w:t xml:space="preserve"> </w:t>
      </w:r>
      <w:r>
        <w:t>steam which condensed.</w:t>
      </w:r>
    </w:p>
    <w:p w:rsidR="001B7645" w:rsidRDefault="001B7645" w:rsidP="001B7645">
      <w:r>
        <w:t>b. Start with cold water (below room temperature) and introduce steam under the surface</w:t>
      </w:r>
      <w:r w:rsidR="00494E67">
        <w:t xml:space="preserve"> </w:t>
      </w:r>
      <w:r>
        <w:t>of the water until the temperature rises to about 50°C.</w:t>
      </w:r>
    </w:p>
    <w:p w:rsidR="00527618" w:rsidRDefault="001B7645" w:rsidP="001B7645">
      <w:r>
        <w:t xml:space="preserve">c. Remove the steam hose, </w:t>
      </w:r>
      <w:r w:rsidR="00494E67">
        <w:t>stir with the thermometer gently,</w:t>
      </w:r>
      <w:r>
        <w:t xml:space="preserve"> and record the final temperature</w:t>
      </w:r>
      <w:r w:rsidR="00494E67">
        <w:t xml:space="preserve"> which should be the highest temperature.</w:t>
      </w:r>
    </w:p>
    <w:p w:rsidR="001B7645" w:rsidRDefault="001B7645" w:rsidP="001B7645"/>
    <w:p w:rsidR="001B7645" w:rsidRDefault="001B7645" w:rsidP="001B7645">
      <w:r>
        <w:rPr>
          <w:noProof/>
        </w:rPr>
        <w:drawing>
          <wp:inline distT="0" distB="0" distL="0" distR="0" wp14:anchorId="44F17A8E" wp14:editId="7EF76E2D">
            <wp:extent cx="4695238" cy="35142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5238" cy="3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E67" w:rsidRDefault="00494E67" w:rsidP="001B7645"/>
    <w:p w:rsidR="00494E67" w:rsidRDefault="00494E67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494E67" w:rsidRDefault="00494E67" w:rsidP="00494E67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Section 1 - ICE</w:t>
      </w:r>
    </w:p>
    <w:p w:rsidR="00494E67" w:rsidRDefault="00494E67" w:rsidP="00494E6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</w:t>
      </w:r>
      <w:r w:rsidR="00FF403E">
        <w:rPr>
          <w:rFonts w:cs="Times New Roman"/>
          <w:szCs w:val="24"/>
        </w:rPr>
        <w:t>Write your procedure here: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br/>
      </w:r>
      <w:r>
        <w:rPr>
          <w:rFonts w:cs="Times New Roman"/>
          <w:szCs w:val="24"/>
        </w:rPr>
        <w:br/>
      </w:r>
      <w:r w:rsidR="00FF403E">
        <w:rPr>
          <w:rFonts w:cs="Times New Roman"/>
          <w:szCs w:val="24"/>
        </w:rPr>
        <w:br/>
      </w:r>
      <w:r>
        <w:rPr>
          <w:rFonts w:cs="Times New Roman"/>
          <w:szCs w:val="24"/>
        </w:rPr>
        <w:br/>
      </w:r>
      <w:r>
        <w:rPr>
          <w:rFonts w:cs="Times New Roman"/>
          <w:szCs w:val="24"/>
        </w:rPr>
        <w:br/>
      </w:r>
    </w:p>
    <w:p w:rsidR="00494E67" w:rsidRDefault="00494E67" w:rsidP="00494E6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</w:t>
      </w:r>
      <w:r w:rsidR="00FF403E">
        <w:rPr>
          <w:rFonts w:cs="Times New Roman"/>
          <w:szCs w:val="24"/>
        </w:rPr>
        <w:t>Derived formula for heat of fusion for water?</w:t>
      </w:r>
    </w:p>
    <w:p w:rsidR="00494E67" w:rsidRDefault="00FF403E" w:rsidP="00FF403E">
      <w:pPr>
        <w:autoSpaceDE w:val="0"/>
        <w:autoSpaceDN w:val="0"/>
        <w:adjustRightInd w:val="0"/>
        <w:spacing w:after="0"/>
        <w:ind w:firstLine="270"/>
        <w:rPr>
          <w:rFonts w:cs="Times New Roman"/>
          <w:szCs w:val="24"/>
        </w:rPr>
      </w:pPr>
      <w:r>
        <w:rPr>
          <w:rFonts w:cs="Times New Roman"/>
          <w:szCs w:val="24"/>
        </w:rPr>
        <w:t>Show work:</w:t>
      </w:r>
    </w:p>
    <w:p w:rsidR="00494E67" w:rsidRDefault="00494E67" w:rsidP="00494E6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494E67" w:rsidRDefault="00494E67" w:rsidP="00494E6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494E67" w:rsidRDefault="00494E67" w:rsidP="00494E6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494E67" w:rsidRDefault="00494E67" w:rsidP="00494E6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FF403E" w:rsidRDefault="00494E67" w:rsidP="00494E6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3. Heat of fusion ____________________ Percent Error _________________________</w:t>
      </w:r>
    </w:p>
    <w:p w:rsidR="00494E67" w:rsidRDefault="00FF403E" w:rsidP="00FF403E">
      <w:pPr>
        <w:autoSpaceDE w:val="0"/>
        <w:autoSpaceDN w:val="0"/>
        <w:adjustRightInd w:val="0"/>
        <w:spacing w:after="0"/>
        <w:ind w:firstLine="270"/>
        <w:rPr>
          <w:rFonts w:cs="Times New Roman"/>
          <w:szCs w:val="24"/>
        </w:rPr>
      </w:pPr>
      <w:r>
        <w:rPr>
          <w:rFonts w:cs="Times New Roman"/>
          <w:szCs w:val="24"/>
        </w:rPr>
        <w:t>Show work:</w:t>
      </w:r>
      <w:r>
        <w:rPr>
          <w:rFonts w:cs="Times New Roman"/>
          <w:szCs w:val="24"/>
        </w:rPr>
        <w:br/>
      </w:r>
      <w:r>
        <w:rPr>
          <w:rFonts w:cs="Times New Roman"/>
          <w:szCs w:val="24"/>
        </w:rPr>
        <w:br/>
      </w:r>
      <w:r>
        <w:rPr>
          <w:rFonts w:cs="Times New Roman"/>
          <w:szCs w:val="24"/>
        </w:rPr>
        <w:br/>
      </w:r>
      <w:r>
        <w:rPr>
          <w:rFonts w:cs="Times New Roman"/>
          <w:szCs w:val="24"/>
        </w:rPr>
        <w:br/>
      </w:r>
      <w:r>
        <w:rPr>
          <w:rFonts w:cs="Times New Roman"/>
          <w:szCs w:val="24"/>
        </w:rPr>
        <w:br/>
      </w:r>
      <w:r>
        <w:rPr>
          <w:rFonts w:cs="Times New Roman"/>
          <w:szCs w:val="24"/>
        </w:rPr>
        <w:br/>
      </w:r>
      <w:r>
        <w:rPr>
          <w:rFonts w:cs="Times New Roman"/>
          <w:szCs w:val="24"/>
        </w:rPr>
        <w:br/>
      </w:r>
      <w:r>
        <w:rPr>
          <w:rFonts w:cs="Times New Roman"/>
          <w:szCs w:val="24"/>
        </w:rPr>
        <w:br/>
      </w:r>
    </w:p>
    <w:p w:rsidR="00494E67" w:rsidRDefault="00494E67" w:rsidP="00494E67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Section 2 - STEAM</w:t>
      </w:r>
    </w:p>
    <w:p w:rsidR="00494E67" w:rsidRPr="00FF403E" w:rsidRDefault="00FF403E" w:rsidP="00FF403E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FF403E">
        <w:rPr>
          <w:rFonts w:cs="Times New Roman"/>
          <w:szCs w:val="24"/>
        </w:rPr>
        <w:t>1.</w:t>
      </w:r>
      <w:r>
        <w:rPr>
          <w:rFonts w:cs="Times New Roman"/>
          <w:szCs w:val="24"/>
        </w:rPr>
        <w:t xml:space="preserve"> </w:t>
      </w:r>
      <w:r w:rsidR="00494E67" w:rsidRPr="00FF403E">
        <w:rPr>
          <w:rFonts w:cs="Times New Roman"/>
          <w:szCs w:val="24"/>
        </w:rPr>
        <w:t>Derived formula for heat of vaporization for water?</w:t>
      </w:r>
    </w:p>
    <w:p w:rsidR="00FF403E" w:rsidRDefault="00FF403E" w:rsidP="00FF403E">
      <w:pPr>
        <w:ind w:firstLine="270"/>
      </w:pPr>
      <w:r>
        <w:t>Show work:</w:t>
      </w:r>
    </w:p>
    <w:p w:rsidR="00FF403E" w:rsidRDefault="00FF403E" w:rsidP="00FF403E"/>
    <w:p w:rsidR="00FF403E" w:rsidRDefault="00FF403E" w:rsidP="00FF403E"/>
    <w:p w:rsidR="00FF403E" w:rsidRPr="00FF403E" w:rsidRDefault="00FF403E" w:rsidP="00FF403E"/>
    <w:p w:rsidR="00494E67" w:rsidRDefault="00494E67" w:rsidP="00494E6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2. Heat of vaporization ______________________Percent Error ___________________</w:t>
      </w:r>
    </w:p>
    <w:p w:rsidR="00FF403E" w:rsidRDefault="00FF403E" w:rsidP="00FF403E">
      <w:pPr>
        <w:autoSpaceDE w:val="0"/>
        <w:autoSpaceDN w:val="0"/>
        <w:adjustRightInd w:val="0"/>
        <w:spacing w:after="0"/>
        <w:ind w:firstLine="270"/>
        <w:rPr>
          <w:rFonts w:cs="Times New Roman"/>
          <w:szCs w:val="24"/>
        </w:rPr>
      </w:pPr>
      <w:r>
        <w:rPr>
          <w:rFonts w:cs="Times New Roman"/>
          <w:szCs w:val="24"/>
        </w:rPr>
        <w:t>Show work:</w:t>
      </w:r>
    </w:p>
    <w:p w:rsidR="00FF403E" w:rsidRDefault="00FF403E" w:rsidP="00494E6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FF403E" w:rsidRDefault="00FF403E" w:rsidP="00494E6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FF403E" w:rsidRDefault="00FF403E" w:rsidP="00494E6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FF403E" w:rsidRDefault="00FF403E" w:rsidP="00FF403E">
      <w:pPr>
        <w:autoSpaceDE w:val="0"/>
        <w:autoSpaceDN w:val="0"/>
        <w:adjustRightInd w:val="0"/>
        <w:spacing w:after="0"/>
        <w:ind w:firstLine="270"/>
        <w:rPr>
          <w:rFonts w:cs="Times New Roman"/>
          <w:szCs w:val="24"/>
        </w:rPr>
      </w:pPr>
    </w:p>
    <w:p w:rsidR="00494E67" w:rsidRDefault="00494E67" w:rsidP="00494E67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Overall</w:t>
      </w:r>
    </w:p>
    <w:p w:rsidR="00FF403E" w:rsidRDefault="00494E67" w:rsidP="00FF403E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What was good about this lab? </w:t>
      </w:r>
    </w:p>
    <w:p w:rsidR="00FF403E" w:rsidRDefault="00FF403E" w:rsidP="00FF403E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FF403E" w:rsidRDefault="00FF403E" w:rsidP="00FF403E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FF403E" w:rsidRDefault="00FF403E" w:rsidP="00FF403E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FF403E" w:rsidRDefault="00494E67" w:rsidP="00FF403E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What would you do to improve it?</w:t>
      </w:r>
      <w:r w:rsidR="00FF403E">
        <w:rPr>
          <w:rFonts w:cs="Times New Roman"/>
          <w:szCs w:val="24"/>
        </w:rPr>
        <w:br/>
      </w:r>
      <w:r w:rsidR="00FF403E">
        <w:rPr>
          <w:rFonts w:cs="Times New Roman"/>
          <w:szCs w:val="24"/>
        </w:rPr>
        <w:br/>
      </w:r>
    </w:p>
    <w:p w:rsidR="00FF403E" w:rsidRDefault="00FF403E" w:rsidP="00FF403E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FF403E" w:rsidRDefault="00FF403E" w:rsidP="00FF403E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FF403E" w:rsidRDefault="00FF403E" w:rsidP="00FF403E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Write a conclusion paragraph. Discuss what you learned, how good your results were, why they were/were not good, etc.</w:t>
      </w:r>
    </w:p>
    <w:sectPr w:rsidR="00FF403E" w:rsidSect="004B72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F2B" w:rsidRDefault="00FF3F2B" w:rsidP="00494E67">
      <w:pPr>
        <w:spacing w:after="0"/>
      </w:pPr>
      <w:r>
        <w:separator/>
      </w:r>
    </w:p>
  </w:endnote>
  <w:endnote w:type="continuationSeparator" w:id="0">
    <w:p w:rsidR="00FF3F2B" w:rsidRDefault="00FF3F2B" w:rsidP="00494E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67" w:rsidRDefault="00494E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67" w:rsidRDefault="00494E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67" w:rsidRDefault="00494E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F2B" w:rsidRDefault="00FF3F2B" w:rsidP="00494E67">
      <w:pPr>
        <w:spacing w:after="0"/>
      </w:pPr>
      <w:r>
        <w:separator/>
      </w:r>
    </w:p>
  </w:footnote>
  <w:footnote w:type="continuationSeparator" w:id="0">
    <w:p w:rsidR="00FF3F2B" w:rsidRDefault="00FF3F2B" w:rsidP="00494E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67" w:rsidRDefault="00494E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67" w:rsidRPr="00494E67" w:rsidRDefault="00494E67">
    <w:pPr>
      <w:pStyle w:val="Header"/>
      <w:rPr>
        <w:b/>
      </w:rPr>
    </w:pPr>
    <w:r w:rsidRPr="00494E67">
      <w:rPr>
        <w:b/>
      </w:rPr>
      <w:t xml:space="preserve">Thermodynamics Lab                 Name: _________________________________                     Page </w:t>
    </w:r>
    <w:r w:rsidRPr="00494E67">
      <w:rPr>
        <w:b/>
      </w:rPr>
      <w:fldChar w:fldCharType="begin"/>
    </w:r>
    <w:r w:rsidRPr="00494E67">
      <w:rPr>
        <w:b/>
      </w:rPr>
      <w:instrText xml:space="preserve"> PAGE  \* Arabic  \* MERGEFORMAT </w:instrText>
    </w:r>
    <w:r w:rsidRPr="00494E67">
      <w:rPr>
        <w:b/>
      </w:rPr>
      <w:fldChar w:fldCharType="separate"/>
    </w:r>
    <w:r w:rsidR="00FF403E">
      <w:rPr>
        <w:b/>
        <w:noProof/>
      </w:rPr>
      <w:t>1</w:t>
    </w:r>
    <w:r w:rsidRPr="00494E67">
      <w:rPr>
        <w:b/>
      </w:rPr>
      <w:fldChar w:fldCharType="end"/>
    </w:r>
    <w:r w:rsidRPr="00494E67">
      <w:rPr>
        <w:b/>
      </w:rPr>
      <w:t xml:space="preserve"> of </w:t>
    </w:r>
    <w:r w:rsidRPr="00494E67">
      <w:rPr>
        <w:b/>
      </w:rPr>
      <w:fldChar w:fldCharType="begin"/>
    </w:r>
    <w:r w:rsidRPr="00494E67">
      <w:rPr>
        <w:b/>
      </w:rPr>
      <w:instrText xml:space="preserve"> NUMPAGES  \* Arabic  \* MERGEFORMAT </w:instrText>
    </w:r>
    <w:r w:rsidRPr="00494E67">
      <w:rPr>
        <w:b/>
      </w:rPr>
      <w:fldChar w:fldCharType="separate"/>
    </w:r>
    <w:r w:rsidR="00FF403E">
      <w:rPr>
        <w:b/>
        <w:noProof/>
      </w:rPr>
      <w:t>2</w:t>
    </w:r>
    <w:r w:rsidRPr="00494E67">
      <w:rPr>
        <w:b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67" w:rsidRDefault="00494E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B4BF5"/>
    <w:multiLevelType w:val="hybridMultilevel"/>
    <w:tmpl w:val="94748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625"/>
    <w:rsid w:val="001B7645"/>
    <w:rsid w:val="00233E0D"/>
    <w:rsid w:val="00494E67"/>
    <w:rsid w:val="004B72BA"/>
    <w:rsid w:val="00527618"/>
    <w:rsid w:val="00A42311"/>
    <w:rsid w:val="00F91625"/>
    <w:rsid w:val="00FF3F2B"/>
    <w:rsid w:val="00FF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64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6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4E6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4E67"/>
  </w:style>
  <w:style w:type="paragraph" w:styleId="Footer">
    <w:name w:val="footer"/>
    <w:basedOn w:val="Normal"/>
    <w:link w:val="FooterChar"/>
    <w:uiPriority w:val="99"/>
    <w:unhideWhenUsed/>
    <w:rsid w:val="00494E6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4E67"/>
  </w:style>
  <w:style w:type="paragraph" w:styleId="ListParagraph">
    <w:name w:val="List Paragraph"/>
    <w:basedOn w:val="Normal"/>
    <w:uiPriority w:val="34"/>
    <w:qFormat/>
    <w:rsid w:val="00FF4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64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6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4E6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4E67"/>
  </w:style>
  <w:style w:type="paragraph" w:styleId="Footer">
    <w:name w:val="footer"/>
    <w:basedOn w:val="Normal"/>
    <w:link w:val="FooterChar"/>
    <w:uiPriority w:val="99"/>
    <w:unhideWhenUsed/>
    <w:rsid w:val="00494E6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4E67"/>
  </w:style>
  <w:style w:type="paragraph" w:styleId="ListParagraph">
    <w:name w:val="List Paragraph"/>
    <w:basedOn w:val="Normal"/>
    <w:uiPriority w:val="34"/>
    <w:qFormat/>
    <w:rsid w:val="00FF4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Duncan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00EC5F46-8F02-4F90-B7D9-10538DD7A955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213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DDuncan</dc:creator>
  <cp:lastModifiedBy>DDuncan</cp:lastModifiedBy>
  <cp:revision>1</cp:revision>
  <dcterms:created xsi:type="dcterms:W3CDTF">2013-01-29T15:17:00Z</dcterms:created>
  <dcterms:modified xsi:type="dcterms:W3CDTF">2013-01-29T20:27:00Z</dcterms:modified>
</cp:coreProperties>
</file>